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25BC0" w:rsidP="00825BC0" w:rsidRDefault="00BF47FC" w14:paraId="754E11D3" wp14:textId="77777777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TEMPLATE</w:t>
      </w:r>
      <w:r w:rsidRPr="00D1066D" w:rsidR="00825BC0">
        <w:rPr>
          <w:rFonts w:ascii="Century Gothic" w:hAnsi="Century Gothic"/>
          <w:b/>
          <w:sz w:val="28"/>
          <w:szCs w:val="28"/>
        </w:rPr>
        <w:t xml:space="preserve"> Family Wellness Night </w:t>
      </w:r>
    </w:p>
    <w:p xmlns:wp14="http://schemas.microsoft.com/office/word/2010/wordml" w:rsidRPr="00203958" w:rsidR="00825BC0" w:rsidP="00C11EE0" w:rsidRDefault="00825BC0" w14:paraId="50CF18A6" wp14:textId="77777777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Promotion Schedule</w:t>
      </w:r>
    </w:p>
    <w:p xmlns:wp14="http://schemas.microsoft.com/office/word/2010/wordml" w:rsidRPr="00CB18A2" w:rsidR="00825BC0" w:rsidP="00825BC0" w:rsidRDefault="00825BC0" w14:paraId="4DE9AA1E" wp14:textId="77777777">
      <w:pPr>
        <w:spacing w:line="240" w:lineRule="auto"/>
        <w:rPr>
          <w:rFonts w:ascii="Century Gothic" w:hAnsi="Century Gothic"/>
          <w:b/>
          <w:sz w:val="24"/>
          <w:szCs w:val="24"/>
          <w:u w:val="single"/>
        </w:rPr>
      </w:pPr>
      <w:r w:rsidRPr="00CB18A2">
        <w:rPr>
          <w:rFonts w:ascii="Century Gothic" w:hAnsi="Century Gothic"/>
          <w:b/>
          <w:sz w:val="24"/>
          <w:szCs w:val="24"/>
          <w:u w:val="single"/>
        </w:rPr>
        <w:t>Email Schedule</w:t>
      </w:r>
    </w:p>
    <w:p xmlns:wp14="http://schemas.microsoft.com/office/word/2010/wordml" w:rsidRPr="006F1667" w:rsidR="00825BC0" w:rsidP="00825BC0" w:rsidRDefault="003D4405" w14:paraId="063FE290" wp14:textId="77777777">
      <w:pPr>
        <w:rPr>
          <w:b/>
        </w:rPr>
      </w:pPr>
      <w:r>
        <w:rPr>
          <w:b/>
        </w:rPr>
        <w:t>4</w:t>
      </w:r>
      <w:r w:rsidRPr="006F1667" w:rsidR="00825BC0">
        <w:rPr>
          <w:b/>
        </w:rPr>
        <w:t>/</w:t>
      </w:r>
      <w:r>
        <w:rPr>
          <w:b/>
        </w:rPr>
        <w:t>25</w:t>
      </w:r>
      <w:r w:rsidRPr="006F1667" w:rsidR="00825BC0">
        <w:rPr>
          <w:b/>
        </w:rPr>
        <w:t>/201</w:t>
      </w:r>
      <w:r w:rsidR="00AA3E76">
        <w:rPr>
          <w:b/>
        </w:rPr>
        <w:t>8</w:t>
      </w:r>
      <w:r w:rsidRPr="006F1667" w:rsidR="00825BC0">
        <w:rPr>
          <w:b/>
        </w:rPr>
        <w:t xml:space="preserve"> – Send out Registration Form with this </w:t>
      </w:r>
      <w:r w:rsidR="00825BC0">
        <w:rPr>
          <w:b/>
        </w:rPr>
        <w:t>email</w:t>
      </w:r>
    </w:p>
    <w:p xmlns:wp14="http://schemas.microsoft.com/office/word/2010/wordml" w:rsidR="00317852" w:rsidP="00825BC0" w:rsidRDefault="00825BC0" w14:paraId="6D48416C" wp14:textId="77777777">
      <w:r>
        <w:t xml:space="preserve">Introducing our school-wide </w:t>
      </w:r>
      <w:r w:rsidRPr="005F3C73">
        <w:rPr>
          <w:b/>
        </w:rPr>
        <w:t>Family Wellness Night</w:t>
      </w:r>
      <w:r>
        <w:t xml:space="preserve">, open to students and parents alike! It will be held at school on </w:t>
      </w:r>
      <w:r w:rsidR="00BF47FC">
        <w:t>DATE</w:t>
      </w:r>
      <w:r w:rsidRPr="00683BAF" w:rsidR="002141D7">
        <w:t xml:space="preserve"> </w:t>
      </w:r>
      <w:r w:rsidR="00BF47FC">
        <w:t>from TIME</w:t>
      </w:r>
      <w:r>
        <w:t xml:space="preserve">. It will feature a whole host of wellness activities from </w:t>
      </w:r>
      <w:r w:rsidR="00BF47FC">
        <w:t>ACTIVITIES</w:t>
      </w:r>
      <w:r>
        <w:t>. It promises to be energetic, healthy, but most of all</w:t>
      </w:r>
      <w:r w:rsidR="00E85139">
        <w:t>,</w:t>
      </w:r>
      <w:r>
        <w:t xml:space="preserve"> a great time. Please send your registration forms back to the office no later than </w:t>
      </w:r>
      <w:r w:rsidR="00BF47FC">
        <w:rPr>
          <w:b/>
        </w:rPr>
        <w:t>DATE.</w:t>
      </w:r>
      <w:r w:rsidR="006221F3">
        <w:rPr>
          <w:b/>
        </w:rPr>
        <w:t xml:space="preserve"> </w:t>
      </w:r>
      <w:r>
        <w:t xml:space="preserve"> </w:t>
      </w:r>
    </w:p>
    <w:p xmlns:wp14="http://schemas.microsoft.com/office/word/2010/wordml" w:rsidR="00825BC0" w:rsidP="00825BC0" w:rsidRDefault="00825BC0" w14:paraId="1A640AEF" wp14:textId="77777777">
      <w:r>
        <w:t xml:space="preserve">If you have any questions please do not hesitate to contact </w:t>
      </w:r>
      <w:r w:rsidR="003E2790">
        <w:t xml:space="preserve">the school office or </w:t>
      </w:r>
      <w:r w:rsidR="00BF47FC">
        <w:t>TEACHER/PARENT NAME</w:t>
      </w:r>
      <w:r>
        <w:t xml:space="preserve">, </w:t>
      </w:r>
      <w:r w:rsidR="00A31421">
        <w:t xml:space="preserve">at </w:t>
      </w:r>
      <w:r w:rsidR="00BF47FC">
        <w:t>NUMBER</w:t>
      </w:r>
      <w:r>
        <w:t xml:space="preserve"> </w:t>
      </w:r>
      <w:r w:rsidR="003E2790">
        <w:t xml:space="preserve">or </w:t>
      </w:r>
      <w:r w:rsidR="00BF47FC">
        <w:t>EMAIL</w:t>
      </w:r>
      <w:r>
        <w:t>. There is limited space so get in fast.</w:t>
      </w:r>
    </w:p>
    <w:p xmlns:wp14="http://schemas.microsoft.com/office/word/2010/wordml" w:rsidRPr="0029581A" w:rsidR="0029581A" w:rsidP="00825BC0" w:rsidRDefault="0029581A" w14:paraId="4ECAC8A6" wp14:textId="77777777">
      <w:r w:rsidRPr="0029581A">
        <w:t xml:space="preserve">There are volunteer options available that are listed below. Please be in contact with </w:t>
      </w:r>
      <w:r w:rsidR="00BF47FC">
        <w:t>TEACHER/PARENT</w:t>
      </w:r>
      <w:r w:rsidRPr="0029581A">
        <w:t xml:space="preserve"> at </w:t>
      </w:r>
      <w:hyperlink w:history="1" r:id="rId5">
        <w:r w:rsidR="00BF47FC">
          <w:t>EMAIL</w:t>
        </w:r>
      </w:hyperlink>
      <w:r w:rsidRPr="0029581A">
        <w:t xml:space="preserve"> to volunteer for one of these positions:</w:t>
      </w:r>
    </w:p>
    <w:p xmlns:wp14="http://schemas.microsoft.com/office/word/2010/wordml" w:rsidR="0029581A" w:rsidP="0029581A" w:rsidRDefault="0029581A" w14:paraId="672A6659" wp14:textId="77777777">
      <w:pPr>
        <w:pStyle w:val="ListParagraph"/>
        <w:numPr>
          <w:ilvl w:val="0"/>
          <w:numId w:val="1"/>
        </w:numPr>
        <w:sectPr w:rsidR="0029581A">
          <w:pgSz w:w="12240" w:h="15840" w:orient="portrait"/>
          <w:pgMar w:top="1440" w:right="1440" w:bottom="1440" w:left="1440" w:header="708" w:footer="708" w:gutter="0"/>
          <w:cols w:space="708"/>
          <w:docGrid w:linePitch="360"/>
        </w:sectPr>
      </w:pPr>
    </w:p>
    <w:p xmlns:wp14="http://schemas.microsoft.com/office/word/2010/wordml" w:rsidR="0029581A" w:rsidP="0029581A" w:rsidRDefault="0029581A" w14:paraId="7245153F" wp14:textId="77777777">
      <w:pPr>
        <w:pStyle w:val="ListParagraph"/>
        <w:numPr>
          <w:ilvl w:val="0"/>
          <w:numId w:val="1"/>
        </w:numPr>
      </w:pPr>
      <w:r>
        <w:lastRenderedPageBreak/>
        <w:t>Arts and crafts</w:t>
      </w:r>
    </w:p>
    <w:p xmlns:wp14="http://schemas.microsoft.com/office/word/2010/wordml" w:rsidR="0029581A" w:rsidP="0029581A" w:rsidRDefault="0029581A" w14:paraId="71912D9F" wp14:textId="77777777">
      <w:pPr>
        <w:pStyle w:val="ListParagraph"/>
        <w:numPr>
          <w:ilvl w:val="0"/>
          <w:numId w:val="1"/>
        </w:numPr>
      </w:pPr>
      <w:r>
        <w:t>Class supervision</w:t>
      </w:r>
    </w:p>
    <w:p xmlns:wp14="http://schemas.microsoft.com/office/word/2010/wordml" w:rsidR="0029581A" w:rsidP="0029581A" w:rsidRDefault="0029581A" w14:paraId="08BA637C" wp14:textId="77777777">
      <w:pPr>
        <w:pStyle w:val="ListParagraph"/>
        <w:numPr>
          <w:ilvl w:val="0"/>
          <w:numId w:val="1"/>
        </w:numPr>
      </w:pPr>
      <w:r>
        <w:lastRenderedPageBreak/>
        <w:t>Food station</w:t>
      </w:r>
    </w:p>
    <w:p xmlns:wp14="http://schemas.microsoft.com/office/word/2010/wordml" w:rsidR="002141D7" w:rsidP="0029581A" w:rsidRDefault="003D4405" w14:paraId="7A80CFCF" wp14:textId="77777777">
      <w:pPr>
        <w:pStyle w:val="ListParagraph"/>
        <w:numPr>
          <w:ilvl w:val="0"/>
          <w:numId w:val="1"/>
        </w:numPr>
      </w:pPr>
      <w:r>
        <w:t>Greeting Station</w:t>
      </w:r>
    </w:p>
    <w:p xmlns:wp14="http://schemas.microsoft.com/office/word/2010/wordml" w:rsidR="0029581A" w:rsidP="0029581A" w:rsidRDefault="0029581A" w14:paraId="003F44CD" wp14:textId="77777777">
      <w:pPr>
        <w:pStyle w:val="ListParagraph"/>
        <w:numPr>
          <w:ilvl w:val="0"/>
          <w:numId w:val="1"/>
        </w:numPr>
      </w:pPr>
      <w:r>
        <w:lastRenderedPageBreak/>
        <w:t>Ticket Station</w:t>
      </w:r>
    </w:p>
    <w:p xmlns:wp14="http://schemas.microsoft.com/office/word/2010/wordml" w:rsidR="0029581A" w:rsidP="0029581A" w:rsidRDefault="0029581A" w14:paraId="67AC7CDD" wp14:textId="77777777">
      <w:pPr>
        <w:pStyle w:val="ListParagraph"/>
        <w:numPr>
          <w:ilvl w:val="0"/>
          <w:numId w:val="1"/>
        </w:numPr>
      </w:pPr>
      <w:r>
        <w:t>Other</w:t>
      </w:r>
    </w:p>
    <w:p xmlns:wp14="http://schemas.microsoft.com/office/word/2010/wordml" w:rsidR="0029581A" w:rsidRDefault="0029581A" w14:paraId="0A37501D" wp14:textId="77777777">
      <w:pPr>
        <w:rPr>
          <w:highlight w:val="yellow"/>
        </w:rPr>
        <w:sectPr w:rsidR="0029581A" w:rsidSect="0029581A">
          <w:type w:val="continuous"/>
          <w:pgSz w:w="12240" w:h="15840" w:orient="portrait"/>
          <w:pgMar w:top="1440" w:right="1440" w:bottom="1440" w:left="1440" w:header="708" w:footer="708" w:gutter="0"/>
          <w:cols w:space="708" w:num="3"/>
          <w:docGrid w:linePitch="360"/>
        </w:sectPr>
      </w:pPr>
    </w:p>
    <w:p xmlns:wp14="http://schemas.microsoft.com/office/word/2010/wordml" w:rsidR="0029581A" w:rsidRDefault="0029581A" w14:paraId="5DAB6C7B" wp14:textId="77777777">
      <w:pPr>
        <w:rPr>
          <w:highlight w:val="yellow"/>
        </w:rPr>
      </w:pPr>
    </w:p>
    <w:p xmlns:wp14="http://schemas.microsoft.com/office/word/2010/wordml" w:rsidR="00AE5927" w:rsidRDefault="00825BC0" w14:paraId="05515350" wp14:textId="77777777">
      <w:r w:rsidRPr="00B9687D">
        <w:rPr>
          <w:highlight w:val="yellow"/>
        </w:rPr>
        <w:t>(attach Registration Form pdf)</w:t>
      </w:r>
    </w:p>
    <w:p xmlns:wp14="http://schemas.microsoft.com/office/word/2010/wordml" w:rsidR="00825BC0" w:rsidRDefault="00825BC0" w14:paraId="02EB378F" wp14:textId="77777777"/>
    <w:p xmlns:wp14="http://schemas.microsoft.com/office/word/2010/wordml" w:rsidRPr="00A31421" w:rsidR="00CB464B" w:rsidRDefault="003D4405" w14:paraId="7796331F" wp14:textId="77777777">
      <w:pPr>
        <w:rPr>
          <w:b/>
        </w:rPr>
      </w:pPr>
      <w:r>
        <w:rPr>
          <w:b/>
        </w:rPr>
        <w:t>5</w:t>
      </w:r>
      <w:r w:rsidRPr="00A31421" w:rsidR="00827DF0">
        <w:rPr>
          <w:b/>
        </w:rPr>
        <w:t>/</w:t>
      </w:r>
      <w:r>
        <w:rPr>
          <w:b/>
        </w:rPr>
        <w:t>2/</w:t>
      </w:r>
      <w:r w:rsidRPr="00A31421" w:rsidR="00827DF0">
        <w:rPr>
          <w:b/>
        </w:rPr>
        <w:t>201</w:t>
      </w:r>
      <w:r w:rsidR="00AA3E76">
        <w:rPr>
          <w:b/>
        </w:rPr>
        <w:t>8</w:t>
      </w:r>
      <w:r w:rsidRPr="00A31421" w:rsidR="00CB464B">
        <w:rPr>
          <w:b/>
        </w:rPr>
        <w:t xml:space="preserve">– Send out reminder email </w:t>
      </w:r>
      <w:r w:rsidR="00A31421">
        <w:rPr>
          <w:b/>
        </w:rPr>
        <w:t>with registration form</w:t>
      </w:r>
      <w:r w:rsidRPr="00A31421" w:rsidR="00CB464B">
        <w:rPr>
          <w:b/>
        </w:rPr>
        <w:t>:</w:t>
      </w:r>
    </w:p>
    <w:p xmlns:wp14="http://schemas.microsoft.com/office/word/2010/wordml" w:rsidR="00317852" w:rsidRDefault="00AE5927" w14:paraId="368D87DF" wp14:textId="77777777">
      <w:r>
        <w:t xml:space="preserve">Spaces are filling up for our </w:t>
      </w:r>
      <w:r w:rsidR="00A31421">
        <w:t xml:space="preserve">Family </w:t>
      </w:r>
      <w:r w:rsidR="00395748">
        <w:t>Wellness</w:t>
      </w:r>
      <w:r>
        <w:t xml:space="preserve"> night, open to students, par</w:t>
      </w:r>
      <w:r w:rsidR="00A31421">
        <w:t>ents and caregivers alike. It will be held at</w:t>
      </w:r>
      <w:r>
        <w:t xml:space="preserve"> school on </w:t>
      </w:r>
      <w:r w:rsidR="00BF47FC">
        <w:rPr>
          <w:b/>
        </w:rPr>
        <w:t>DATE</w:t>
      </w:r>
      <w:r w:rsidR="003D4405">
        <w:rPr>
          <w:b/>
        </w:rPr>
        <w:t xml:space="preserve"> at </w:t>
      </w:r>
      <w:r w:rsidR="00BF47FC">
        <w:rPr>
          <w:b/>
        </w:rPr>
        <w:t>TIME</w:t>
      </w:r>
      <w:r>
        <w:t xml:space="preserve">. </w:t>
      </w:r>
      <w:r w:rsidR="00A31421">
        <w:t>The evening</w:t>
      </w:r>
      <w:r w:rsidR="00395748">
        <w:t xml:space="preserve"> will feature a whole host of wellness activities from</w:t>
      </w:r>
      <w:r w:rsidR="003E2790">
        <w:t xml:space="preserve"> </w:t>
      </w:r>
      <w:r w:rsidR="00BF47FC">
        <w:t>ACTIVITIES</w:t>
      </w:r>
      <w:r w:rsidR="003E2790">
        <w:t xml:space="preserve"> </w:t>
      </w:r>
      <w:r w:rsidR="00395748">
        <w:t>and much more.</w:t>
      </w:r>
      <w:r w:rsidR="00613A1D">
        <w:t xml:space="preserve"> </w:t>
      </w:r>
      <w:r>
        <w:t xml:space="preserve">Please send in your registration forms no later than </w:t>
      </w:r>
      <w:r w:rsidR="00BF47FC">
        <w:rPr>
          <w:b/>
        </w:rPr>
        <w:t>DATE</w:t>
      </w:r>
      <w:r>
        <w:t xml:space="preserve">. </w:t>
      </w:r>
    </w:p>
    <w:p xmlns:wp14="http://schemas.microsoft.com/office/word/2010/wordml" w:rsidR="00AE5927" w:rsidRDefault="003E2790" w14:paraId="24C528A9" wp14:textId="77777777">
      <w:r>
        <w:t xml:space="preserve">If you have any questions please do not hesitate to contact the school office or </w:t>
      </w:r>
      <w:r w:rsidR="00BF47FC">
        <w:t>TEACHER/PARENT</w:t>
      </w:r>
      <w:r w:rsidRPr="00BF47FC" w:rsidR="00BF47FC">
        <w:t xml:space="preserve"> </w:t>
      </w:r>
      <w:r w:rsidR="00BF47FC">
        <w:t>NAME, at NUMBER or EMAIL. There is limited space so get in fast.</w:t>
      </w:r>
      <w:r w:rsidR="00BF47FC">
        <w:t xml:space="preserve"> </w:t>
      </w:r>
      <w:r w:rsidR="00AE5927">
        <w:t xml:space="preserve">For those of you </w:t>
      </w:r>
      <w:r w:rsidR="00395089">
        <w:t>who</w:t>
      </w:r>
      <w:r w:rsidR="00AE5927">
        <w:t xml:space="preserve"> have signed up already we can’t wait to see you!</w:t>
      </w:r>
    </w:p>
    <w:p xmlns:wp14="http://schemas.microsoft.com/office/word/2010/wordml" w:rsidR="00A31421" w:rsidP="00A31421" w:rsidRDefault="00A31421" w14:paraId="67D60A50" wp14:textId="77777777">
      <w:r w:rsidRPr="005F3C73">
        <w:rPr>
          <w:highlight w:val="yellow"/>
        </w:rPr>
        <w:t>(attach Registration Form pdf)</w:t>
      </w:r>
      <w:r w:rsidRPr="005F3C73">
        <w:t xml:space="preserve"> </w:t>
      </w:r>
    </w:p>
    <w:p xmlns:wp14="http://schemas.microsoft.com/office/word/2010/wordml" w:rsidR="00A31421" w:rsidRDefault="00A31421" w14:paraId="6A05A809" wp14:textId="77777777"/>
    <w:p xmlns:wp14="http://schemas.microsoft.com/office/word/2010/wordml" w:rsidRPr="00A31421" w:rsidR="00CB464B" w:rsidRDefault="003D4405" w14:paraId="5F95B8D0" wp14:textId="77777777">
      <w:pPr>
        <w:rPr>
          <w:b/>
        </w:rPr>
      </w:pPr>
      <w:r>
        <w:rPr>
          <w:b/>
        </w:rPr>
        <w:t>5</w:t>
      </w:r>
      <w:r w:rsidR="002141D7">
        <w:rPr>
          <w:b/>
        </w:rPr>
        <w:t>/</w:t>
      </w:r>
      <w:r>
        <w:rPr>
          <w:b/>
        </w:rPr>
        <w:t>9</w:t>
      </w:r>
      <w:r w:rsidRPr="00A31421" w:rsidR="00827DF0">
        <w:rPr>
          <w:b/>
        </w:rPr>
        <w:t>/20</w:t>
      </w:r>
      <w:r w:rsidR="00AA3E76">
        <w:rPr>
          <w:b/>
        </w:rPr>
        <w:t>18</w:t>
      </w:r>
      <w:r w:rsidRPr="00A31421" w:rsidR="00CB464B">
        <w:rPr>
          <w:b/>
        </w:rPr>
        <w:t xml:space="preserve"> Send out reminder email with this blurb</w:t>
      </w:r>
    </w:p>
    <w:p xmlns:wp14="http://schemas.microsoft.com/office/word/2010/wordml" w:rsidR="00D54C99" w:rsidP="00AE5927" w:rsidRDefault="00AE5927" w14:paraId="182E936F" wp14:textId="77777777">
      <w:r w:rsidRPr="001A7AFD">
        <w:rPr>
          <w:highlight w:val="yellow"/>
        </w:rPr>
        <w:t>If close to being full:</w:t>
      </w:r>
      <w:r>
        <w:t xml:space="preserve"> We are nearly full for our firs</w:t>
      </w:r>
      <w:r w:rsidR="00395748">
        <w:t xml:space="preserve">t </w:t>
      </w:r>
      <w:proofErr w:type="spellStart"/>
      <w:r w:rsidR="00395748">
        <w:t>schoolwide</w:t>
      </w:r>
      <w:proofErr w:type="spellEnd"/>
      <w:r w:rsidR="00395748">
        <w:t xml:space="preserve"> </w:t>
      </w:r>
      <w:r w:rsidR="001A7AFD">
        <w:t xml:space="preserve">Family </w:t>
      </w:r>
      <w:r w:rsidR="00395748">
        <w:t>Wellness</w:t>
      </w:r>
      <w:r>
        <w:t xml:space="preserve"> night for students, parents</w:t>
      </w:r>
      <w:r w:rsidR="00CE7A3A">
        <w:t>,</w:t>
      </w:r>
      <w:r>
        <w:t xml:space="preserve"> and caregivers. We can’t wait to see you in our school on </w:t>
      </w:r>
      <w:r w:rsidR="00BF47FC">
        <w:rPr>
          <w:b/>
        </w:rPr>
        <w:t>DATE</w:t>
      </w:r>
      <w:r w:rsidR="003D4405">
        <w:rPr>
          <w:b/>
        </w:rPr>
        <w:t xml:space="preserve"> </w:t>
      </w:r>
      <w:r w:rsidRPr="001A7AFD" w:rsidR="00395748">
        <w:rPr>
          <w:b/>
        </w:rPr>
        <w:t xml:space="preserve">at </w:t>
      </w:r>
      <w:r w:rsidR="00BF47FC">
        <w:rPr>
          <w:b/>
        </w:rPr>
        <w:t xml:space="preserve">TIME </w:t>
      </w:r>
      <w:r>
        <w:t xml:space="preserve">for </w:t>
      </w:r>
      <w:r w:rsidR="00395748">
        <w:t>a whole host of we</w:t>
      </w:r>
      <w:r w:rsidR="003E2790">
        <w:t xml:space="preserve">llness activities including </w:t>
      </w:r>
      <w:r w:rsidR="00BF47FC">
        <w:t>ACTIVITIES</w:t>
      </w:r>
      <w:r>
        <w:t>.</w:t>
      </w:r>
    </w:p>
    <w:p xmlns:wp14="http://schemas.microsoft.com/office/word/2010/wordml" w:rsidR="00D54C99" w:rsidP="00AE5927" w:rsidRDefault="00D54C99" w14:paraId="583A4A2E" wp14:textId="77777777">
      <w:r>
        <w:t xml:space="preserve">Registration closes on </w:t>
      </w:r>
      <w:r w:rsidR="00BF47FC">
        <w:rPr>
          <w:b/>
        </w:rPr>
        <w:t>DATE,</w:t>
      </w:r>
      <w:r>
        <w:t xml:space="preserve"> so get those forms in now! For those of you who have signed up already we can’t wait to see you!</w:t>
      </w:r>
    </w:p>
    <w:p xmlns:wp14="http://schemas.microsoft.com/office/word/2010/wordml" w:rsidR="00AE5927" w:rsidRDefault="00BF47FC" w14:paraId="24D75383" wp14:textId="77777777">
      <w:r>
        <w:lastRenderedPageBreak/>
        <w:t>If you have any questions please do not hesitate to contact the school office or TEACHER/PARENT</w:t>
      </w:r>
      <w:r w:rsidRPr="00BF47FC">
        <w:t xml:space="preserve"> </w:t>
      </w:r>
      <w:r>
        <w:t>NAME, at NUMBER or EMAIL</w:t>
      </w:r>
      <w:r w:rsidR="00DB0ECB">
        <w:t>.</w:t>
      </w:r>
      <w:r w:rsidR="00AE5927">
        <w:t xml:space="preserve"> </w:t>
      </w:r>
    </w:p>
    <w:p xmlns:wp14="http://schemas.microsoft.com/office/word/2010/wordml" w:rsidR="00414374" w:rsidP="00414374" w:rsidRDefault="00414374" w14:paraId="5B271A7A" wp14:textId="77777777">
      <w:r w:rsidRPr="005F3C73">
        <w:rPr>
          <w:highlight w:val="yellow"/>
        </w:rPr>
        <w:t>(attach Registration Form pdf)</w:t>
      </w:r>
      <w:r w:rsidRPr="005F3C73">
        <w:t xml:space="preserve"> </w:t>
      </w:r>
    </w:p>
    <w:p xmlns:wp14="http://schemas.microsoft.com/office/word/2010/wordml" w:rsidR="00CB464B" w:rsidRDefault="00414374" w14:paraId="7BB6359E" wp14:textId="77777777">
      <w:pPr>
        <w:rPr>
          <w:b/>
        </w:rPr>
      </w:pPr>
      <w:r w:rsidRPr="006C586C">
        <w:rPr>
          <w:b/>
          <w:highlight w:val="lightGray"/>
        </w:rPr>
        <w:t>(</w:t>
      </w:r>
      <w:r w:rsidRPr="006C586C" w:rsidR="00CB464B">
        <w:rPr>
          <w:b/>
          <w:highlight w:val="lightGray"/>
        </w:rPr>
        <w:t xml:space="preserve">Registration for event by </w:t>
      </w:r>
      <w:r w:rsidR="00BF47FC">
        <w:rPr>
          <w:b/>
          <w:highlight w:val="lightGray"/>
        </w:rPr>
        <w:t>DATE</w:t>
      </w:r>
      <w:r w:rsidRPr="006C586C">
        <w:rPr>
          <w:b/>
          <w:highlight w:val="lightGray"/>
        </w:rPr>
        <w:t>)</w:t>
      </w:r>
    </w:p>
    <w:p xmlns:wp14="http://schemas.microsoft.com/office/word/2010/wordml" w:rsidRPr="00A31421" w:rsidR="003D4405" w:rsidP="003D4405" w:rsidRDefault="003D4405" w14:paraId="3820091A" wp14:textId="77777777">
      <w:pPr>
        <w:rPr>
          <w:b/>
        </w:rPr>
      </w:pPr>
      <w:r>
        <w:rPr>
          <w:b/>
        </w:rPr>
        <w:t>5/11</w:t>
      </w:r>
      <w:r w:rsidRPr="00A31421">
        <w:rPr>
          <w:b/>
        </w:rPr>
        <w:t>/20</w:t>
      </w:r>
      <w:r>
        <w:rPr>
          <w:b/>
        </w:rPr>
        <w:t>18</w:t>
      </w:r>
      <w:r w:rsidRPr="00A31421">
        <w:rPr>
          <w:b/>
        </w:rPr>
        <w:t xml:space="preserve"> Send out reminder email with this blurb</w:t>
      </w:r>
    </w:p>
    <w:p xmlns:wp14="http://schemas.microsoft.com/office/word/2010/wordml" w:rsidR="003D4405" w:rsidP="003D4405" w:rsidRDefault="003D4405" w14:paraId="7D76A8BC" wp14:textId="77777777">
      <w:r>
        <w:t xml:space="preserve">Registration for our first </w:t>
      </w:r>
      <w:proofErr w:type="spellStart"/>
      <w:r>
        <w:t>schoolwide</w:t>
      </w:r>
      <w:proofErr w:type="spellEnd"/>
      <w:r>
        <w:t xml:space="preserve"> Family Wellness night for students, parents, and caregivers closes on </w:t>
      </w:r>
      <w:r w:rsidR="00BF47FC">
        <w:rPr>
          <w:b/>
        </w:rPr>
        <w:t>DAY OF THE WEEK</w:t>
      </w:r>
      <w:r>
        <w:t xml:space="preserve"> so remember to get those registration forms in. We can’t wait to see you in our school on </w:t>
      </w:r>
      <w:r w:rsidR="00BF47FC">
        <w:rPr>
          <w:b/>
        </w:rPr>
        <w:t>DATE</w:t>
      </w:r>
      <w:r>
        <w:rPr>
          <w:b/>
        </w:rPr>
        <w:t xml:space="preserve"> </w:t>
      </w:r>
      <w:r w:rsidRPr="001A7AFD">
        <w:rPr>
          <w:b/>
        </w:rPr>
        <w:t xml:space="preserve">at </w:t>
      </w:r>
      <w:r w:rsidR="00BF47FC">
        <w:rPr>
          <w:b/>
        </w:rPr>
        <w:t>TIME</w:t>
      </w:r>
      <w:r>
        <w:t xml:space="preserve"> for a whole host of wellness activities including </w:t>
      </w:r>
      <w:r w:rsidR="00BF47FC">
        <w:t>ACTIVITIES</w:t>
      </w:r>
      <w:r>
        <w:t>.</w:t>
      </w:r>
    </w:p>
    <w:p xmlns:wp14="http://schemas.microsoft.com/office/word/2010/wordml" w:rsidR="003D4405" w:rsidP="003D4405" w:rsidRDefault="003D4405" w14:paraId="06F81205" wp14:textId="77777777">
      <w:r>
        <w:t>For those of you who have signed up already we can’t wait to see you!</w:t>
      </w:r>
    </w:p>
    <w:p xmlns:wp14="http://schemas.microsoft.com/office/word/2010/wordml" w:rsidR="00BF47FC" w:rsidP="00BF47FC" w:rsidRDefault="00BF47FC" w14:paraId="56EB98F8" wp14:textId="77777777">
      <w:r>
        <w:t>If you have any questions please do not hesitate to contact the school office or TEACHER/PARENT</w:t>
      </w:r>
      <w:r w:rsidRPr="00BF47FC">
        <w:t xml:space="preserve"> </w:t>
      </w:r>
      <w:r>
        <w:t xml:space="preserve">NAME, at NUMBER or EMAIL. </w:t>
      </w:r>
    </w:p>
    <w:p xmlns:wp14="http://schemas.microsoft.com/office/word/2010/wordml" w:rsidR="003D4405" w:rsidP="00BF47FC" w:rsidRDefault="00BF47FC" w14:paraId="05919F92" wp14:textId="77777777">
      <w:r w:rsidRPr="005F3C73">
        <w:rPr>
          <w:highlight w:val="yellow"/>
        </w:rPr>
        <w:t xml:space="preserve"> </w:t>
      </w:r>
      <w:r w:rsidRPr="005F3C73" w:rsidR="003D4405">
        <w:rPr>
          <w:highlight w:val="yellow"/>
        </w:rPr>
        <w:t>(attach Registration Form pdf)</w:t>
      </w:r>
      <w:r w:rsidRPr="005F3C73" w:rsidR="003D4405">
        <w:t xml:space="preserve"> </w:t>
      </w:r>
    </w:p>
    <w:p xmlns:wp14="http://schemas.microsoft.com/office/word/2010/wordml" w:rsidRPr="00414374" w:rsidR="00414374" w:rsidRDefault="00414374" w14:paraId="5A39BBE3" wp14:textId="77777777">
      <w:pPr>
        <w:rPr>
          <w:b/>
        </w:rPr>
      </w:pPr>
    </w:p>
    <w:p xmlns:wp14="http://schemas.microsoft.com/office/word/2010/wordml" w:rsidRPr="00414374" w:rsidR="00CB464B" w:rsidRDefault="003D4405" w14:paraId="02CA140C" wp14:textId="77777777">
      <w:pPr>
        <w:rPr>
          <w:b/>
        </w:rPr>
      </w:pPr>
      <w:r>
        <w:rPr>
          <w:b/>
        </w:rPr>
        <w:t>5/16</w:t>
      </w:r>
      <w:r w:rsidRPr="00414374" w:rsidR="00827DF0">
        <w:rPr>
          <w:b/>
        </w:rPr>
        <w:t>/201</w:t>
      </w:r>
      <w:r w:rsidR="00AA3E76">
        <w:rPr>
          <w:b/>
        </w:rPr>
        <w:t>8</w:t>
      </w:r>
      <w:r w:rsidRPr="00414374" w:rsidR="00AE5927">
        <w:rPr>
          <w:b/>
        </w:rPr>
        <w:t xml:space="preserve"> – Send out reminder email with this blurb</w:t>
      </w:r>
    </w:p>
    <w:p xmlns:wp14="http://schemas.microsoft.com/office/word/2010/wordml" w:rsidR="004F6C48" w:rsidP="00613A1D" w:rsidRDefault="00AE5927" w14:paraId="18D775A1" wp14:textId="77777777">
      <w:r>
        <w:t xml:space="preserve">We can’t wait to see all of you that have registered for our </w:t>
      </w:r>
      <w:r w:rsidR="00414374">
        <w:t xml:space="preserve">Family </w:t>
      </w:r>
      <w:r w:rsidR="00395748">
        <w:t>Wellness</w:t>
      </w:r>
      <w:r>
        <w:t xml:space="preserve"> night </w:t>
      </w:r>
      <w:r w:rsidRPr="00414374">
        <w:rPr>
          <w:b/>
        </w:rPr>
        <w:t xml:space="preserve">tomorrow at </w:t>
      </w:r>
      <w:r w:rsidR="00BF47FC">
        <w:rPr>
          <w:b/>
        </w:rPr>
        <w:t>TIME</w:t>
      </w:r>
      <w:r w:rsidR="00414374">
        <w:t xml:space="preserve"> at </w:t>
      </w:r>
      <w:r w:rsidR="00395748">
        <w:t>school</w:t>
      </w:r>
      <w:r>
        <w:t>. We are so excited an</w:t>
      </w:r>
      <w:r w:rsidR="004F6C48">
        <w:t>d look forward to a fun, energy-</w:t>
      </w:r>
      <w:r>
        <w:t xml:space="preserve">filled night. </w:t>
      </w:r>
      <w:r w:rsidR="004F6C48">
        <w:t>Don’t forget to dress comfortably and bring a water bottle</w:t>
      </w:r>
    </w:p>
    <w:p xmlns:wp14="http://schemas.microsoft.com/office/word/2010/wordml" w:rsidR="00317852" w:rsidRDefault="00317852" w14:paraId="65587ACD" wp14:textId="77777777">
      <w:r>
        <w:t>The timings of events are below:</w:t>
      </w:r>
      <w:r w:rsidR="00BF47FC">
        <w:t xml:space="preserve"> PROGRAM LISTED BELOW (EXAMPLE BELOW)</w:t>
      </w:r>
    </w:p>
    <w:p xmlns:wp14="http://schemas.microsoft.com/office/word/2010/wordml" w:rsidRPr="00317852" w:rsidR="002141D7" w:rsidP="002141D7" w:rsidRDefault="002141D7" w14:paraId="76AA1A51" wp14:textId="77777777">
      <w:pPr>
        <w:numPr>
          <w:ilvl w:val="0"/>
          <w:numId w:val="2"/>
        </w:numPr>
      </w:pPr>
      <w:r>
        <w:rPr>
          <w:lang w:val="en-GB"/>
        </w:rPr>
        <w:t>Classroom and Hallway Activities</w:t>
      </w:r>
      <w:r w:rsidRPr="00317852">
        <w:rPr>
          <w:lang w:val="en-GB"/>
        </w:rPr>
        <w:t xml:space="preserve"> </w:t>
      </w:r>
    </w:p>
    <w:p xmlns:wp14="http://schemas.microsoft.com/office/word/2010/wordml" w:rsidRPr="00317852" w:rsidR="002141D7" w:rsidP="002141D7" w:rsidRDefault="002141D7" w14:paraId="735256FB" wp14:textId="77777777">
      <w:pPr>
        <w:numPr>
          <w:ilvl w:val="1"/>
          <w:numId w:val="2"/>
        </w:numPr>
      </w:pPr>
      <w:r>
        <w:rPr>
          <w:lang w:val="en-GB"/>
        </w:rPr>
        <w:t>6:</w:t>
      </w:r>
      <w:r w:rsidR="003D4405">
        <w:rPr>
          <w:lang w:val="en-GB"/>
        </w:rPr>
        <w:t>0</w:t>
      </w:r>
      <w:r>
        <w:rPr>
          <w:lang w:val="en-GB"/>
        </w:rPr>
        <w:t xml:space="preserve">0pm – </w:t>
      </w:r>
      <w:r w:rsidR="003D4405">
        <w:rPr>
          <w:lang w:val="en-GB"/>
        </w:rPr>
        <w:t>8:00</w:t>
      </w:r>
      <w:r>
        <w:rPr>
          <w:lang w:val="en-GB"/>
        </w:rPr>
        <w:t>pm</w:t>
      </w:r>
    </w:p>
    <w:p xmlns:wp14="http://schemas.microsoft.com/office/word/2010/wordml" w:rsidRPr="00317852" w:rsidR="001731FA" w:rsidP="00317852" w:rsidRDefault="00317852" w14:paraId="3838E585" wp14:textId="77777777">
      <w:pPr>
        <w:numPr>
          <w:ilvl w:val="0"/>
          <w:numId w:val="2"/>
        </w:numPr>
      </w:pPr>
      <w:r w:rsidRPr="00317852">
        <w:rPr>
          <w:lang w:val="en-GB"/>
        </w:rPr>
        <w:t xml:space="preserve">Gym: </w:t>
      </w:r>
    </w:p>
    <w:p xmlns:wp14="http://schemas.microsoft.com/office/word/2010/wordml" w:rsidRPr="00317852" w:rsidR="001731FA" w:rsidP="00317852" w:rsidRDefault="003D4405" w14:paraId="7E2EFA6F" wp14:textId="77777777">
      <w:pPr>
        <w:numPr>
          <w:ilvl w:val="1"/>
          <w:numId w:val="2"/>
        </w:numPr>
      </w:pPr>
      <w:r>
        <w:rPr>
          <w:lang w:val="en-GB"/>
        </w:rPr>
        <w:t>6:15-6:45</w:t>
      </w:r>
      <w:r w:rsidRPr="00317852" w:rsidR="00317852">
        <w:rPr>
          <w:lang w:val="en-GB"/>
        </w:rPr>
        <w:t>pm Zumba</w:t>
      </w:r>
    </w:p>
    <w:p xmlns:wp14="http://schemas.microsoft.com/office/word/2010/wordml" w:rsidRPr="003D4405" w:rsidR="001731FA" w:rsidP="00317852" w:rsidRDefault="003D4405" w14:paraId="5E248997" wp14:textId="77777777">
      <w:pPr>
        <w:numPr>
          <w:ilvl w:val="1"/>
          <w:numId w:val="2"/>
        </w:numPr>
      </w:pPr>
      <w:r>
        <w:rPr>
          <w:lang w:val="en-GB"/>
        </w:rPr>
        <w:t xml:space="preserve">6:45-7:15pm </w:t>
      </w:r>
      <w:r w:rsidR="002141D7">
        <w:rPr>
          <w:lang w:val="en-GB"/>
        </w:rPr>
        <w:t>Karate</w:t>
      </w:r>
    </w:p>
    <w:p xmlns:wp14="http://schemas.microsoft.com/office/word/2010/wordml" w:rsidRPr="003D4405" w:rsidR="003D4405" w:rsidP="003D4405" w:rsidRDefault="003D4405" w14:paraId="44D691F2" wp14:textId="77777777">
      <w:pPr>
        <w:numPr>
          <w:ilvl w:val="0"/>
          <w:numId w:val="2"/>
        </w:numPr>
      </w:pPr>
      <w:r>
        <w:t>Library</w:t>
      </w:r>
    </w:p>
    <w:p xmlns:wp14="http://schemas.microsoft.com/office/word/2010/wordml" w:rsidRPr="00317852" w:rsidR="003D4405" w:rsidP="00317852" w:rsidRDefault="003D4405" w14:paraId="0E325D91" wp14:textId="77777777">
      <w:pPr>
        <w:numPr>
          <w:ilvl w:val="1"/>
          <w:numId w:val="2"/>
        </w:numPr>
      </w:pPr>
      <w:r>
        <w:rPr>
          <w:lang w:val="en-GB"/>
        </w:rPr>
        <w:t>7:20-8:00pm Officer Ron</w:t>
      </w:r>
    </w:p>
    <w:p xmlns:wp14="http://schemas.microsoft.com/office/word/2010/wordml" w:rsidR="00BF47FC" w:rsidP="00BF47FC" w:rsidRDefault="00BF47FC" w14:paraId="0777A0DF" wp14:textId="77777777">
      <w:r>
        <w:t>If you have any questions please do not hesitate to contact the school office or TEACHER/PARENT</w:t>
      </w:r>
      <w:r w:rsidRPr="00BF47FC">
        <w:t xml:space="preserve"> </w:t>
      </w:r>
      <w:r>
        <w:t xml:space="preserve">NAME, at NUMBER or EMAIL. </w:t>
      </w:r>
    </w:p>
    <w:p xmlns:wp14="http://schemas.microsoft.com/office/word/2010/wordml" w:rsidR="00ED5196" w:rsidRDefault="00ED5196" w14:paraId="41C8F396" wp14:textId="77777777"/>
    <w:p xmlns:wp14="http://schemas.microsoft.com/office/word/2010/wordml" w:rsidRPr="006C586C" w:rsidR="00CB464B" w:rsidP="006C586C" w:rsidRDefault="00C939F3" w14:paraId="2E46C582" wp14:textId="77777777">
      <w:pPr>
        <w:spacing w:line="240" w:lineRule="auto"/>
        <w:rPr>
          <w:rFonts w:ascii="Century Gothic" w:hAnsi="Century Gothic"/>
          <w:b/>
          <w:sz w:val="24"/>
          <w:szCs w:val="24"/>
          <w:u w:val="single"/>
        </w:rPr>
      </w:pPr>
      <w:r w:rsidRPr="00CB18A2">
        <w:rPr>
          <w:rFonts w:ascii="Century Gothic" w:hAnsi="Century Gothic"/>
          <w:b/>
          <w:sz w:val="24"/>
          <w:szCs w:val="24"/>
          <w:u w:val="single"/>
        </w:rPr>
        <w:t>Loudspeaker Announcement Schedule</w:t>
      </w:r>
    </w:p>
    <w:p xmlns:wp14="http://schemas.microsoft.com/office/word/2010/wordml" w:rsidRPr="00753236" w:rsidR="001D495A" w:rsidP="00683BAF" w:rsidRDefault="003D4405" w14:paraId="4116A9EB" wp14:textId="77777777">
      <w:pPr>
        <w:rPr>
          <w:b/>
        </w:rPr>
      </w:pPr>
      <w:r>
        <w:rPr>
          <w:b/>
        </w:rPr>
        <w:t>4/25</w:t>
      </w:r>
      <w:r w:rsidR="00753236">
        <w:rPr>
          <w:b/>
        </w:rPr>
        <w:t>/201</w:t>
      </w:r>
      <w:r w:rsidR="00AA3E76">
        <w:rPr>
          <w:b/>
        </w:rPr>
        <w:t>8</w:t>
      </w:r>
      <w:r w:rsidR="00753236">
        <w:rPr>
          <w:b/>
        </w:rPr>
        <w:br/>
      </w:r>
      <w:r w:rsidR="00C61AB2">
        <w:t xml:space="preserve">Announcing our </w:t>
      </w:r>
      <w:r>
        <w:t xml:space="preserve">first </w:t>
      </w:r>
      <w:proofErr w:type="spellStart"/>
      <w:r w:rsidR="00C61AB2">
        <w:t>schoolwide</w:t>
      </w:r>
      <w:proofErr w:type="spellEnd"/>
      <w:r w:rsidR="00AE38C1">
        <w:t xml:space="preserve"> Family</w:t>
      </w:r>
      <w:r w:rsidR="00C61AB2">
        <w:t xml:space="preserve"> </w:t>
      </w:r>
      <w:r w:rsidR="001D495A">
        <w:t xml:space="preserve">Wellness night, open to students and parents alike! It will be held in the school on </w:t>
      </w:r>
      <w:r w:rsidR="00BF47FC">
        <w:rPr>
          <w:b/>
        </w:rPr>
        <w:t>DATE</w:t>
      </w:r>
      <w:r w:rsidR="002141D7">
        <w:rPr>
          <w:b/>
        </w:rPr>
        <w:t xml:space="preserve"> </w:t>
      </w:r>
      <w:r w:rsidR="00BF47FC">
        <w:rPr>
          <w:b/>
        </w:rPr>
        <w:t>from TIME.</w:t>
      </w:r>
      <w:r w:rsidR="001D495A">
        <w:t xml:space="preserve"> It will feature a whole host of wellne</w:t>
      </w:r>
      <w:r w:rsidR="003E2790">
        <w:t xml:space="preserve">ss activities from </w:t>
      </w:r>
      <w:r w:rsidR="00BF47FC">
        <w:t xml:space="preserve">ACTIVITIES </w:t>
      </w:r>
      <w:r w:rsidR="001D495A">
        <w:lastRenderedPageBreak/>
        <w:t>and much more. It is being run by the</w:t>
      </w:r>
      <w:r w:rsidR="003E2790">
        <w:t xml:space="preserve"> school </w:t>
      </w:r>
      <w:r w:rsidR="00BF47FC">
        <w:t>and w</w:t>
      </w:r>
      <w:r w:rsidR="001D495A">
        <w:t>e can’t wait</w:t>
      </w:r>
      <w:r w:rsidR="00C939F3">
        <w:t>! I</w:t>
      </w:r>
      <w:r w:rsidR="001D495A">
        <w:t xml:space="preserve">t promises to be energetic, healthy, but most of all a </w:t>
      </w:r>
      <w:r w:rsidR="00C939F3">
        <w:t>great time</w:t>
      </w:r>
      <w:r w:rsidR="00613A1D">
        <w:t xml:space="preserve">. </w:t>
      </w:r>
      <w:r w:rsidR="00AE38C1">
        <w:t>Registration forms</w:t>
      </w:r>
      <w:r w:rsidR="001D495A">
        <w:t xml:space="preserve"> will be sent home this afternoon, so remind your parents to fill out the slip and bring it in fast as there are limited spaces. </w:t>
      </w:r>
      <w:r w:rsidR="00AE38C1">
        <w:t>Bring your</w:t>
      </w:r>
      <w:r w:rsidR="001D495A">
        <w:t xml:space="preserve"> registration forms back no later than </w:t>
      </w:r>
      <w:r w:rsidR="00BF47FC">
        <w:rPr>
          <w:b/>
        </w:rPr>
        <w:t>DATE</w:t>
      </w:r>
      <w:r w:rsidR="001D495A">
        <w:t xml:space="preserve">. </w:t>
      </w:r>
      <w:r w:rsidR="00683BAF">
        <w:t xml:space="preserve"> </w:t>
      </w:r>
    </w:p>
    <w:p xmlns:wp14="http://schemas.microsoft.com/office/word/2010/wordml" w:rsidR="00CB464B" w:rsidRDefault="00C61AB2" w14:paraId="4F8429EB" wp14:textId="77777777">
      <w:r>
        <w:t>– *You can also play fun music*</w:t>
      </w:r>
    </w:p>
    <w:p xmlns:wp14="http://schemas.microsoft.com/office/word/2010/wordml" w:rsidRPr="00753236" w:rsidR="00CB464B" w:rsidRDefault="00E12715" w14:paraId="61AB9BF1" wp14:textId="77777777">
      <w:pPr>
        <w:rPr>
          <w:b/>
        </w:rPr>
      </w:pPr>
      <w:r>
        <w:rPr>
          <w:b/>
        </w:rPr>
        <w:t>5/2/</w:t>
      </w:r>
      <w:r w:rsidR="00753236">
        <w:rPr>
          <w:b/>
        </w:rPr>
        <w:t>201</w:t>
      </w:r>
      <w:r w:rsidR="00AA3E76">
        <w:rPr>
          <w:b/>
        </w:rPr>
        <w:t>8</w:t>
      </w:r>
      <w:r w:rsidR="00753236">
        <w:rPr>
          <w:b/>
        </w:rPr>
        <w:br/>
      </w:r>
      <w:r w:rsidR="00485836">
        <w:t>We’ve</w:t>
      </w:r>
      <w:r w:rsidR="00C61AB2">
        <w:t xml:space="preserve"> had lots of interest </w:t>
      </w:r>
      <w:r w:rsidR="00541E68">
        <w:t xml:space="preserve">in our </w:t>
      </w:r>
      <w:r w:rsidR="00485836">
        <w:t xml:space="preserve">Family </w:t>
      </w:r>
      <w:r w:rsidR="001D495A">
        <w:t xml:space="preserve">Wellness night on </w:t>
      </w:r>
      <w:r w:rsidR="00BF47FC">
        <w:t>DATE</w:t>
      </w:r>
      <w:r w:rsidR="002141D7">
        <w:t xml:space="preserve"> </w:t>
      </w:r>
      <w:r w:rsidR="00A042C6">
        <w:t xml:space="preserve"> </w:t>
      </w:r>
      <w:r w:rsidR="00C61AB2">
        <w:t xml:space="preserve">for </w:t>
      </w:r>
      <w:r w:rsidR="00FC2766">
        <w:t>you and your family</w:t>
      </w:r>
      <w:r w:rsidR="00C61AB2">
        <w:t xml:space="preserve">. There will be music, fun and </w:t>
      </w:r>
      <w:r w:rsidR="001D495A">
        <w:t>a whole host of fu</w:t>
      </w:r>
      <w:r w:rsidR="003C5651">
        <w:t xml:space="preserve">n activities such as </w:t>
      </w:r>
      <w:r w:rsidR="00BF47FC">
        <w:t>ACTIVITIES</w:t>
      </w:r>
      <w:r w:rsidR="00C61AB2">
        <w:t>. Don’t forget to get those registration slips in, space is limited and we wouldn’t want you to miss out. If you have lost your slip</w:t>
      </w:r>
      <w:r w:rsidR="00485836">
        <w:t>,</w:t>
      </w:r>
      <w:r w:rsidR="00C61AB2">
        <w:t xml:space="preserve"> head to the office to get a replacement.</w:t>
      </w:r>
    </w:p>
    <w:p xmlns:wp14="http://schemas.microsoft.com/office/word/2010/wordml" w:rsidR="00CB464B" w:rsidRDefault="00E12715" w14:paraId="2DF0166E" wp14:textId="77777777">
      <w:r>
        <w:rPr>
          <w:b/>
        </w:rPr>
        <w:t>5/11</w:t>
      </w:r>
      <w:r w:rsidRPr="008278B4" w:rsidR="008278B4">
        <w:rPr>
          <w:b/>
        </w:rPr>
        <w:t>/201</w:t>
      </w:r>
      <w:r w:rsidR="00AA3E76">
        <w:rPr>
          <w:b/>
        </w:rPr>
        <w:t>8</w:t>
      </w:r>
      <w:r>
        <w:br/>
      </w:r>
      <w:r w:rsidR="008278B4">
        <w:t xml:space="preserve">We still have some spaces left for the Family </w:t>
      </w:r>
      <w:r w:rsidR="001D495A">
        <w:t>Wellness</w:t>
      </w:r>
      <w:r w:rsidR="008278B4">
        <w:t xml:space="preserve"> night next </w:t>
      </w:r>
      <w:r w:rsidR="00BF47FC">
        <w:rPr>
          <w:b/>
        </w:rPr>
        <w:t>DAY OF THE WEEK</w:t>
      </w:r>
      <w:r w:rsidR="006221F3">
        <w:rPr>
          <w:b/>
        </w:rPr>
        <w:t xml:space="preserve">’s Family Wellness Night </w:t>
      </w:r>
      <w:r w:rsidR="00C61AB2">
        <w:t xml:space="preserve">for </w:t>
      </w:r>
      <w:r w:rsidR="008278B4">
        <w:t>you and your family</w:t>
      </w:r>
      <w:r w:rsidR="00C61AB2">
        <w:t xml:space="preserve">. There will be music, fun and a </w:t>
      </w:r>
      <w:r w:rsidR="001D495A">
        <w:t>load of f</w:t>
      </w:r>
      <w:r w:rsidR="003C5651">
        <w:t xml:space="preserve">un activities from Zumba to </w:t>
      </w:r>
      <w:r w:rsidR="00613A1D">
        <w:t>karate</w:t>
      </w:r>
      <w:r w:rsidR="001D495A">
        <w:t xml:space="preserve"> to arts and crafts</w:t>
      </w:r>
      <w:r w:rsidR="00C61AB2">
        <w:t>.</w:t>
      </w:r>
      <w:r w:rsidR="00FA4170">
        <w:t xml:space="preserve"> </w:t>
      </w:r>
      <w:r w:rsidR="00C61AB2">
        <w:t xml:space="preserve">Don’t forget to get those registration slips </w:t>
      </w:r>
      <w:r w:rsidR="006221F3">
        <w:t xml:space="preserve">in by </w:t>
      </w:r>
      <w:r w:rsidR="00AA3E76">
        <w:rPr>
          <w:b/>
        </w:rPr>
        <w:t xml:space="preserve">end of </w:t>
      </w:r>
      <w:r w:rsidR="00BF47FC">
        <w:rPr>
          <w:b/>
        </w:rPr>
        <w:t xml:space="preserve">day </w:t>
      </w:r>
      <w:proofErr w:type="spellStart"/>
      <w:r w:rsidR="00BF47FC">
        <w:rPr>
          <w:b/>
        </w:rPr>
        <w:t>DAY</w:t>
      </w:r>
      <w:proofErr w:type="spellEnd"/>
      <w:r w:rsidR="00BF47FC">
        <w:rPr>
          <w:b/>
        </w:rPr>
        <w:t xml:space="preserve"> OF THE WEEK</w:t>
      </w:r>
      <w:r>
        <w:rPr>
          <w:b/>
        </w:rPr>
        <w:t>,</w:t>
      </w:r>
      <w:r w:rsidR="00C61AB2">
        <w:t xml:space="preserve"> space is limited and we wouldn</w:t>
      </w:r>
      <w:r w:rsidR="00DF0F96">
        <w:t xml:space="preserve">’t want you to miss out. If you’ve </w:t>
      </w:r>
      <w:r w:rsidR="00C61AB2">
        <w:t>lost your slip head to the office to get a replacement.</w:t>
      </w:r>
    </w:p>
    <w:p xmlns:wp14="http://schemas.microsoft.com/office/word/2010/wordml" w:rsidR="00613A1D" w:rsidRDefault="00E12715" w14:paraId="7C23733D" wp14:textId="715045A0">
      <w:r w:rsidRPr="7C0BB50E" w:rsidR="7C0BB50E">
        <w:rPr>
          <w:b w:val="1"/>
          <w:bCs w:val="1"/>
        </w:rPr>
        <w:t>5/14</w:t>
      </w:r>
      <w:r w:rsidRPr="7C0BB50E" w:rsidR="7C0BB50E">
        <w:rPr>
          <w:b w:val="1"/>
          <w:bCs w:val="1"/>
        </w:rPr>
        <w:t>/201</w:t>
      </w:r>
      <w:r w:rsidRPr="7C0BB50E" w:rsidR="7C0BB50E">
        <w:rPr>
          <w:b w:val="1"/>
          <w:bCs w:val="1"/>
        </w:rPr>
        <w:t>8</w:t>
      </w:r>
      <w:r>
        <w:br/>
      </w:r>
      <w:r w:rsidR="7C0BB50E">
        <w:rPr/>
        <w:t>That is it</w:t>
      </w:r>
      <w:r w:rsidR="7C0BB50E">
        <w:rPr/>
        <w:t>,</w:t>
      </w:r>
      <w:r w:rsidR="7C0BB50E">
        <w:rPr/>
        <w:t xml:space="preserve"> reg</w:t>
      </w:r>
      <w:r w:rsidR="7C0BB50E">
        <w:rPr/>
        <w:t>istration is closed for our</w:t>
      </w:r>
      <w:r w:rsidR="7C0BB50E">
        <w:rPr/>
        <w:t xml:space="preserve"> Family</w:t>
      </w:r>
      <w:r w:rsidR="7C0BB50E">
        <w:rPr/>
        <w:t xml:space="preserve"> Wellness</w:t>
      </w:r>
      <w:r w:rsidR="7C0BB50E">
        <w:rPr/>
        <w:t xml:space="preserve"> night on </w:t>
      </w:r>
      <w:r w:rsidR="7C0BB50E">
        <w:rPr/>
        <w:t>DAY OF THE WEEK</w:t>
      </w:r>
      <w:r w:rsidR="7C0BB50E">
        <w:rPr/>
        <w:t>. If you still want to come and you haven’t brought in your registration slip</w:t>
      </w:r>
      <w:r w:rsidR="7C0BB50E">
        <w:rPr/>
        <w:t>, please speak to the</w:t>
      </w:r>
      <w:r w:rsidR="7C0BB50E">
        <w:rPr/>
        <w:t xml:space="preserve"> office</w:t>
      </w:r>
      <w:r w:rsidR="7C0BB50E">
        <w:rPr/>
        <w:t>.</w:t>
      </w:r>
      <w:r>
        <w:br/>
      </w:r>
      <w:r>
        <w:br/>
      </w:r>
      <w:r w:rsidRPr="7C0BB50E" w:rsidR="7C0BB50E">
        <w:rPr>
          <w:b w:val="1"/>
          <w:bCs w:val="1"/>
        </w:rPr>
        <w:t>5/16</w:t>
      </w:r>
      <w:r w:rsidRPr="7C0BB50E" w:rsidR="7C0BB50E">
        <w:rPr>
          <w:b w:val="1"/>
          <w:bCs w:val="1"/>
        </w:rPr>
        <w:t>/201</w:t>
      </w:r>
      <w:r w:rsidRPr="7C0BB50E" w:rsidR="7C0BB50E">
        <w:rPr>
          <w:b w:val="1"/>
          <w:bCs w:val="1"/>
        </w:rPr>
        <w:t>8</w:t>
      </w:r>
      <w:r>
        <w:br/>
      </w:r>
      <w:r w:rsidR="7C0BB50E">
        <w:rPr/>
        <w:t xml:space="preserve">We can’t wait for </w:t>
      </w:r>
      <w:r w:rsidR="7C0BB50E">
        <w:rPr/>
        <w:t>the Family</w:t>
      </w:r>
      <w:r w:rsidR="7C0BB50E">
        <w:rPr/>
        <w:t xml:space="preserve"> </w:t>
      </w:r>
      <w:r w:rsidR="7C0BB50E">
        <w:rPr/>
        <w:t>Wellness</w:t>
      </w:r>
      <w:r w:rsidR="7C0BB50E">
        <w:rPr/>
        <w:t xml:space="preserve"> night tomorrow!</w:t>
      </w:r>
      <w:r w:rsidR="7C0BB50E">
        <w:rPr/>
        <w:t xml:space="preserve"> Thanks to all those </w:t>
      </w:r>
      <w:r w:rsidR="7C0BB50E">
        <w:rPr/>
        <w:t>who</w:t>
      </w:r>
      <w:r w:rsidR="7C0BB50E">
        <w:rPr/>
        <w:t xml:space="preserve"> registered</w:t>
      </w:r>
      <w:r w:rsidR="7C0BB50E">
        <w:rPr/>
        <w:t>. T</w:t>
      </w:r>
      <w:r w:rsidR="7C0BB50E">
        <w:rPr/>
        <w:t xml:space="preserve">he </w:t>
      </w:r>
      <w:r w:rsidR="7C0BB50E">
        <w:rPr/>
        <w:t>fun</w:t>
      </w:r>
      <w:r w:rsidR="7C0BB50E">
        <w:rPr/>
        <w:t xml:space="preserve"> will start at </w:t>
      </w:r>
      <w:r w:rsidR="7C0BB50E">
        <w:rPr/>
        <w:t>TIME</w:t>
      </w:r>
      <w:r w:rsidR="7C0BB50E">
        <w:rPr/>
        <w:t xml:space="preserve"> </w:t>
      </w:r>
      <w:r w:rsidR="7C0BB50E">
        <w:rPr/>
        <w:t>at</w:t>
      </w:r>
      <w:r w:rsidR="7C0BB50E">
        <w:rPr/>
        <w:t xml:space="preserve"> </w:t>
      </w:r>
      <w:r w:rsidR="7C0BB50E">
        <w:rPr/>
        <w:t xml:space="preserve">school and will feature </w:t>
      </w:r>
      <w:r w:rsidR="7C0BB50E">
        <w:rPr/>
        <w:t xml:space="preserve">ACTIVITIES </w:t>
      </w:r>
      <w:r w:rsidR="7C0BB50E">
        <w:rPr/>
        <w:t>and more</w:t>
      </w:r>
      <w:r w:rsidR="7C0BB50E">
        <w:rPr/>
        <w:t xml:space="preserve">. </w:t>
      </w:r>
    </w:p>
    <w:p xmlns:wp14="http://schemas.microsoft.com/office/word/2010/wordml" w:rsidR="00CB464B" w:rsidRDefault="00E12715" w14:paraId="1D1B8EDB" wp14:textId="77777777">
      <w:r>
        <w:rPr>
          <w:b/>
        </w:rPr>
        <w:t>5/17</w:t>
      </w:r>
      <w:r w:rsidRPr="00E470D6" w:rsidR="00E470D6">
        <w:rPr>
          <w:b/>
        </w:rPr>
        <w:t>/2</w:t>
      </w:r>
      <w:r w:rsidR="00AA3E76">
        <w:rPr>
          <w:b/>
        </w:rPr>
        <w:t>018</w:t>
      </w:r>
      <w:r w:rsidR="00E470D6">
        <w:br/>
      </w:r>
      <w:r w:rsidR="00C61AB2">
        <w:t>We can’t wait for our</w:t>
      </w:r>
      <w:r w:rsidR="00E470D6">
        <w:t xml:space="preserve"> Family</w:t>
      </w:r>
      <w:r w:rsidR="00C61AB2">
        <w:t xml:space="preserve"> </w:t>
      </w:r>
      <w:r w:rsidR="001D495A">
        <w:t>Wellness</w:t>
      </w:r>
      <w:r w:rsidR="00C61AB2">
        <w:t xml:space="preserve"> night tonight</w:t>
      </w:r>
      <w:r w:rsidR="00E470D6">
        <w:t>!</w:t>
      </w:r>
      <w:r w:rsidR="00C61AB2">
        <w:t xml:space="preserve"> </w:t>
      </w:r>
      <w:r w:rsidR="00E470D6">
        <w:t xml:space="preserve">Dress comfortably and </w:t>
      </w:r>
      <w:r w:rsidR="00CA6D06">
        <w:t xml:space="preserve">bring a </w:t>
      </w:r>
      <w:r w:rsidR="00613A1D">
        <w:t>refillable water bottle</w:t>
      </w:r>
      <w:r w:rsidR="00C61AB2">
        <w:t xml:space="preserve">. It will start tonight at </w:t>
      </w:r>
      <w:r w:rsidR="00BF47FC">
        <w:t>TIME</w:t>
      </w:r>
      <w:bookmarkStart w:name="_GoBack" w:id="0"/>
      <w:bookmarkEnd w:id="0"/>
      <w:r w:rsidR="00C61AB2">
        <w:t>.</w:t>
      </w:r>
      <w:r w:rsidRPr="00E470D6" w:rsidR="00E470D6">
        <w:t xml:space="preserve"> </w:t>
      </w:r>
      <w:r w:rsidR="00E470D6">
        <w:t>Remind your parents when you get home.</w:t>
      </w:r>
    </w:p>
    <w:sectPr w:rsidR="00CB464B" w:rsidSect="0029581A">
      <w:type w:val="continuous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30BC1"/>
    <w:multiLevelType w:val="hybridMultilevel"/>
    <w:tmpl w:val="357A145E"/>
    <w:lvl w:ilvl="0" w:tplc="9A927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122A68A">
      <w:start w:val="3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BF61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1848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1DCD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16DC7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7CA5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0700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6C82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40646CB1"/>
    <w:multiLevelType w:val="hybridMultilevel"/>
    <w:tmpl w:val="44E6B5E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DF0"/>
    <w:rsid w:val="001731FA"/>
    <w:rsid w:val="00193330"/>
    <w:rsid w:val="001A7AFD"/>
    <w:rsid w:val="001D495A"/>
    <w:rsid w:val="00203958"/>
    <w:rsid w:val="0020599B"/>
    <w:rsid w:val="002141D7"/>
    <w:rsid w:val="002738F4"/>
    <w:rsid w:val="0029581A"/>
    <w:rsid w:val="00317852"/>
    <w:rsid w:val="00331522"/>
    <w:rsid w:val="00366DBC"/>
    <w:rsid w:val="00395089"/>
    <w:rsid w:val="00395748"/>
    <w:rsid w:val="003A6819"/>
    <w:rsid w:val="003C5651"/>
    <w:rsid w:val="003D4405"/>
    <w:rsid w:val="003E2790"/>
    <w:rsid w:val="00414374"/>
    <w:rsid w:val="00485836"/>
    <w:rsid w:val="004F6C48"/>
    <w:rsid w:val="00541E68"/>
    <w:rsid w:val="005E3B5C"/>
    <w:rsid w:val="00613A1D"/>
    <w:rsid w:val="006221F3"/>
    <w:rsid w:val="00683BAF"/>
    <w:rsid w:val="006C586C"/>
    <w:rsid w:val="00753236"/>
    <w:rsid w:val="007761F9"/>
    <w:rsid w:val="007B238B"/>
    <w:rsid w:val="00825BC0"/>
    <w:rsid w:val="008278B4"/>
    <w:rsid w:val="00827DF0"/>
    <w:rsid w:val="008905CE"/>
    <w:rsid w:val="009F3317"/>
    <w:rsid w:val="00A042C6"/>
    <w:rsid w:val="00A31421"/>
    <w:rsid w:val="00A604EC"/>
    <w:rsid w:val="00AA3E76"/>
    <w:rsid w:val="00AE38C1"/>
    <w:rsid w:val="00AE5927"/>
    <w:rsid w:val="00AF7485"/>
    <w:rsid w:val="00B564F9"/>
    <w:rsid w:val="00B83BA7"/>
    <w:rsid w:val="00BF47FC"/>
    <w:rsid w:val="00C07ED9"/>
    <w:rsid w:val="00C11EE0"/>
    <w:rsid w:val="00C34438"/>
    <w:rsid w:val="00C61AB2"/>
    <w:rsid w:val="00C939F3"/>
    <w:rsid w:val="00CA6D06"/>
    <w:rsid w:val="00CB464B"/>
    <w:rsid w:val="00CE7A3A"/>
    <w:rsid w:val="00D54C99"/>
    <w:rsid w:val="00DB0ECB"/>
    <w:rsid w:val="00DF0F96"/>
    <w:rsid w:val="00E12715"/>
    <w:rsid w:val="00E176A4"/>
    <w:rsid w:val="00E209AC"/>
    <w:rsid w:val="00E470D6"/>
    <w:rsid w:val="00E85139"/>
    <w:rsid w:val="00ED5196"/>
    <w:rsid w:val="00F6267C"/>
    <w:rsid w:val="00FA4170"/>
    <w:rsid w:val="00FC2766"/>
    <w:rsid w:val="7C0BB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F158B"/>
  <w15:chartTrackingRefBased/>
  <w15:docId w15:val="{67A90546-5981-4479-A7F2-71416CB796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BC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5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2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70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4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8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14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7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8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4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mailto:ggoldstein@windfallcentre.ca" TargetMode="Externa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kcc\Documents\Schools\Evenings\Aurora%20Grove%20Email%20Schedu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Aurora Grove Email Schedule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Gemma Goldstein</dc:creator>
  <keywords/>
  <dc:description/>
  <lastModifiedBy>Jen Atkinson</lastModifiedBy>
  <revision>3</revision>
  <dcterms:created xsi:type="dcterms:W3CDTF">2018-04-27T18:15:00.0000000Z</dcterms:created>
  <dcterms:modified xsi:type="dcterms:W3CDTF">2018-06-04T19:30:04.3038520Z</dcterms:modified>
</coreProperties>
</file>